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C88" w:rsidRPr="00DF5A60" w:rsidRDefault="00675C88" w:rsidP="009A1DCD">
      <w:pPr>
        <w:pStyle w:val="Title"/>
        <w:rPr>
          <w:color w:val="auto"/>
          <w:sz w:val="32"/>
        </w:rPr>
      </w:pPr>
      <w:r w:rsidRPr="00DF5A60">
        <w:rPr>
          <w:color w:val="auto"/>
          <w:sz w:val="32"/>
        </w:rPr>
        <w:t>CSR Learning Log</w:t>
      </w:r>
    </w:p>
    <w:p w:rsidR="00675C88" w:rsidRPr="00AD7DDC" w:rsidRDefault="00675C88" w:rsidP="006912B8">
      <w:pPr>
        <w:spacing w:line="360" w:lineRule="auto"/>
      </w:pPr>
      <w:r>
        <w:t>Name ____________________</w:t>
      </w:r>
      <w:r w:rsidRPr="00AD7DDC">
        <w:t>________</w:t>
      </w:r>
      <w:r>
        <w:t>_____________Date ___________________</w:t>
      </w:r>
      <w:r w:rsidRPr="00AD7DDC">
        <w:t>Toda</w:t>
      </w:r>
      <w:r>
        <w:t xml:space="preserve">y’s Topic:   </w:t>
      </w:r>
      <w:r>
        <w:rPr>
          <w:b/>
          <w:u w:val="single"/>
        </w:rPr>
        <w:t>The Twelve Tables of Roman Law</w:t>
      </w:r>
    </w:p>
    <w:p w:rsidR="00675C88" w:rsidRPr="0007528B" w:rsidRDefault="00675C88" w:rsidP="00C34A23">
      <w:pPr>
        <w:ind w:left="-180" w:hanging="270"/>
        <w:rPr>
          <w:b/>
          <w:color w:val="000000"/>
          <w:u w:val="single"/>
        </w:rPr>
      </w:pPr>
      <w:r w:rsidRPr="0007528B">
        <w:rPr>
          <w:b/>
          <w:color w:val="000000"/>
          <w:u w:val="single"/>
        </w:rPr>
        <w:t>BEFORE READING:</w:t>
      </w:r>
      <w:r w:rsidRPr="0007528B">
        <w:rPr>
          <w:b/>
          <w:color w:val="000000"/>
        </w:rPr>
        <w:t xml:space="preserve"> PREVIEW</w:t>
      </w:r>
    </w:p>
    <w:p w:rsidR="00675C88" w:rsidRPr="0007528B" w:rsidRDefault="00675C88" w:rsidP="00C34A23">
      <w:pPr>
        <w:rPr>
          <w:color w:val="000000"/>
        </w:rPr>
      </w:pPr>
      <w:r w:rsidRPr="0007528B">
        <w:rPr>
          <w:b/>
          <w:color w:val="000000"/>
        </w:rPr>
        <w:t>Brainstorm</w:t>
      </w:r>
      <w:r w:rsidRPr="0007528B">
        <w:rPr>
          <w:color w:val="000000"/>
        </w:rPr>
        <w:t>: Connections to prior knowledge-</w:t>
      </w:r>
    </w:p>
    <w:p w:rsidR="00675C88" w:rsidRPr="0007528B" w:rsidRDefault="00675C88" w:rsidP="00C34A23">
      <w:pPr>
        <w:rPr>
          <w:color w:val="000000"/>
        </w:rPr>
      </w:pPr>
    </w:p>
    <w:p w:rsidR="00675C88" w:rsidRPr="0007528B" w:rsidRDefault="00675C88" w:rsidP="00C34A23">
      <w:pPr>
        <w:rPr>
          <w:color w:val="000000"/>
        </w:rPr>
      </w:pPr>
    </w:p>
    <w:p w:rsidR="00675C88" w:rsidRPr="0007528B" w:rsidRDefault="00675C88" w:rsidP="00C34A23">
      <w:pPr>
        <w:rPr>
          <w:color w:val="000000"/>
        </w:rPr>
      </w:pPr>
    </w:p>
    <w:p w:rsidR="00675C88" w:rsidRPr="0007528B" w:rsidRDefault="00675C88" w:rsidP="00C34A23">
      <w:pPr>
        <w:rPr>
          <w:color w:val="000000"/>
        </w:rPr>
      </w:pPr>
      <w:r w:rsidRPr="0007528B">
        <w:rPr>
          <w:b/>
          <w:color w:val="000000"/>
        </w:rPr>
        <w:t>Predict</w:t>
      </w:r>
      <w:r w:rsidRPr="0007528B">
        <w:rPr>
          <w:color w:val="000000"/>
        </w:rPr>
        <w:t>: What I might learn about the topic-</w:t>
      </w:r>
    </w:p>
    <w:p w:rsidR="00675C88" w:rsidRPr="0007528B" w:rsidRDefault="00675C88" w:rsidP="00C34A23">
      <w:pPr>
        <w:rPr>
          <w:color w:val="000000"/>
        </w:rPr>
      </w:pPr>
    </w:p>
    <w:p w:rsidR="00675C88" w:rsidRPr="0007528B" w:rsidRDefault="00675C88" w:rsidP="00C34A23">
      <w:pPr>
        <w:rPr>
          <w:color w:val="000000"/>
        </w:rPr>
      </w:pPr>
    </w:p>
    <w:p w:rsidR="00675C88" w:rsidRPr="0007528B" w:rsidRDefault="00675C88" w:rsidP="00C34A23">
      <w:pPr>
        <w:rPr>
          <w:color w:val="000000"/>
        </w:rPr>
      </w:pPr>
    </w:p>
    <w:p w:rsidR="00675C88" w:rsidRPr="00AD7DDC" w:rsidRDefault="00675C88" w:rsidP="00C34A23">
      <w:pPr>
        <w:rPr>
          <w:b/>
          <w:u w:val="single"/>
        </w:rPr>
      </w:pPr>
      <w:r w:rsidRPr="0007528B">
        <w:rPr>
          <w:b/>
          <w:color w:val="000000"/>
        </w:rPr>
        <w:t>Justify Prediction</w:t>
      </w:r>
      <w:r w:rsidRPr="0007528B">
        <w:rPr>
          <w:color w:val="000000"/>
        </w:rPr>
        <w:t xml:space="preserve"> (e.g. I predicted ………because………..)-                </w:t>
      </w:r>
      <w:r w:rsidRPr="0007528B">
        <w:rPr>
          <w:b/>
          <w:color w:val="000000"/>
        </w:rPr>
        <w:t xml:space="preserve">Was prediction correct?  </w:t>
      </w:r>
      <w:r w:rsidRPr="0007528B">
        <w:rPr>
          <w:color w:val="000000"/>
        </w:rPr>
        <w:t>Yes/</w:t>
      </w:r>
      <w:r>
        <w:rPr>
          <w:color w:val="000000"/>
        </w:rPr>
        <w:t>No</w:t>
      </w:r>
    </w:p>
    <w:p w:rsidR="00675C88" w:rsidRDefault="00675C88" w:rsidP="009A1DCD"/>
    <w:p w:rsidR="00675C88" w:rsidRPr="00AD7DDC" w:rsidRDefault="00675C88" w:rsidP="009A1DCD"/>
    <w:tbl>
      <w:tblPr>
        <w:tblpPr w:leftFromText="180" w:rightFromText="180" w:vertAnchor="text" w:horzAnchor="page" w:tblpX="613" w:tblpY="22"/>
        <w:tblW w:w="11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536"/>
        <w:gridCol w:w="5932"/>
      </w:tblGrid>
      <w:tr w:rsidR="00675C88" w:rsidRPr="00196328" w:rsidTr="00196328">
        <w:trPr>
          <w:trHeight w:val="278"/>
        </w:trPr>
        <w:tc>
          <w:tcPr>
            <w:tcW w:w="0" w:type="auto"/>
            <w:gridSpan w:val="2"/>
            <w:vAlign w:val="center"/>
          </w:tcPr>
          <w:p w:rsidR="00675C88" w:rsidRPr="00196328" w:rsidRDefault="00675C88" w:rsidP="00196328">
            <w:pPr>
              <w:jc w:val="center"/>
              <w:rPr>
                <w:b/>
                <w:sz w:val="20"/>
              </w:rPr>
            </w:pPr>
            <w:r w:rsidRPr="00196328">
              <w:rPr>
                <w:b/>
                <w:sz w:val="20"/>
              </w:rPr>
              <w:t>Fix –up Strategies Key</w:t>
            </w:r>
          </w:p>
        </w:tc>
      </w:tr>
      <w:tr w:rsidR="00675C88" w:rsidRPr="00196328" w:rsidTr="00196328">
        <w:trPr>
          <w:trHeight w:val="395"/>
        </w:trPr>
        <w:tc>
          <w:tcPr>
            <w:tcW w:w="5536" w:type="dxa"/>
            <w:vAlign w:val="center"/>
          </w:tcPr>
          <w:p w:rsidR="00675C88" w:rsidRPr="00196328" w:rsidRDefault="00675C88" w:rsidP="00196328">
            <w:r w:rsidRPr="00196328">
              <w:rPr>
                <w:b/>
                <w:sz w:val="18"/>
              </w:rPr>
              <w:t>Strategy 1:</w:t>
            </w:r>
            <w:r w:rsidRPr="00196328">
              <w:rPr>
                <w:sz w:val="18"/>
              </w:rPr>
              <w:t xml:space="preserve"> Reread the sentence with the clunk and look for key ideas to help you figure out the word. Think about what makes sense.</w:t>
            </w:r>
          </w:p>
        </w:tc>
        <w:tc>
          <w:tcPr>
            <w:tcW w:w="5932" w:type="dxa"/>
            <w:vAlign w:val="center"/>
          </w:tcPr>
          <w:p w:rsidR="00675C88" w:rsidRPr="00196328" w:rsidRDefault="00675C88" w:rsidP="00196328">
            <w:r w:rsidRPr="00196328">
              <w:rPr>
                <w:b/>
                <w:sz w:val="18"/>
              </w:rPr>
              <w:t>Strategy 3:</w:t>
            </w:r>
            <w:r w:rsidRPr="00196328">
              <w:rPr>
                <w:sz w:val="18"/>
              </w:rPr>
              <w:t xml:space="preserve"> Look for a root word, prefix, or suffix in the word that might help.</w:t>
            </w:r>
          </w:p>
        </w:tc>
      </w:tr>
      <w:tr w:rsidR="00675C88" w:rsidRPr="00196328" w:rsidTr="00196328">
        <w:trPr>
          <w:trHeight w:val="395"/>
        </w:trPr>
        <w:tc>
          <w:tcPr>
            <w:tcW w:w="5536" w:type="dxa"/>
            <w:vAlign w:val="center"/>
          </w:tcPr>
          <w:p w:rsidR="00675C88" w:rsidRPr="00196328" w:rsidRDefault="00675C88" w:rsidP="00196328">
            <w:pPr>
              <w:rPr>
                <w:sz w:val="18"/>
              </w:rPr>
            </w:pPr>
            <w:r w:rsidRPr="00196328">
              <w:rPr>
                <w:b/>
                <w:sz w:val="18"/>
              </w:rPr>
              <w:t>Strategy 2:</w:t>
            </w:r>
            <w:r w:rsidRPr="00196328">
              <w:rPr>
                <w:sz w:val="18"/>
              </w:rPr>
              <w:t xml:space="preserve"> Read the sentences before and after the clunk, looking for clues.</w:t>
            </w:r>
          </w:p>
        </w:tc>
        <w:tc>
          <w:tcPr>
            <w:tcW w:w="5932" w:type="dxa"/>
            <w:vAlign w:val="center"/>
          </w:tcPr>
          <w:p w:rsidR="00675C88" w:rsidRPr="00196328" w:rsidRDefault="00675C88" w:rsidP="00196328">
            <w:r w:rsidRPr="00196328">
              <w:rPr>
                <w:b/>
                <w:sz w:val="18"/>
              </w:rPr>
              <w:t>Strategy 4:</w:t>
            </w:r>
            <w:r w:rsidRPr="00196328">
              <w:rPr>
                <w:sz w:val="18"/>
              </w:rPr>
              <w:t xml:space="preserve"> Break the word apart and look for smaller words that you know.</w:t>
            </w:r>
          </w:p>
        </w:tc>
      </w:tr>
    </w:tbl>
    <w:p w:rsidR="00675C88" w:rsidRDefault="00675C88" w:rsidP="009A1DCD">
      <w:pPr>
        <w:rPr>
          <w:b/>
          <w:u w:val="single"/>
        </w:rPr>
      </w:pPr>
    </w:p>
    <w:p w:rsidR="00675C88" w:rsidRDefault="00675C88" w:rsidP="006912B8">
      <w:pPr>
        <w:rPr>
          <w:b/>
        </w:rPr>
      </w:pPr>
      <w:r w:rsidRPr="00AD7DDC">
        <w:rPr>
          <w:b/>
          <w:u w:val="single"/>
        </w:rPr>
        <w:t xml:space="preserve">DURING </w:t>
      </w:r>
      <w:smartTag w:uri="urn:schemas-microsoft-com:office:smarttags" w:element="place">
        <w:smartTag w:uri="urn:schemas-microsoft-com:office:smarttags" w:element="City">
          <w:r w:rsidRPr="00AD7DDC">
            <w:rPr>
              <w:b/>
              <w:u w:val="single"/>
            </w:rPr>
            <w:t>READING</w:t>
          </w:r>
        </w:smartTag>
      </w:smartTag>
      <w:r w:rsidRPr="00AD7DDC">
        <w:rPr>
          <w:b/>
          <w:u w:val="single"/>
        </w:rPr>
        <w:t>:</w:t>
      </w:r>
      <w:r w:rsidRPr="00AD7DDC">
        <w:rPr>
          <w:b/>
        </w:rPr>
        <w:t xml:space="preserve"> SECTION ONE</w:t>
      </w:r>
    </w:p>
    <w:p w:rsidR="00675C88" w:rsidRPr="00681DD1" w:rsidRDefault="00675C88" w:rsidP="006912B8">
      <w:pPr>
        <w:rPr>
          <w:b/>
        </w:rPr>
      </w:pPr>
      <w:r w:rsidRPr="00681DD1">
        <w:rPr>
          <w:b/>
        </w:rPr>
        <w:t>Clunks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81DD1">
        <w:rPr>
          <w:b/>
        </w:rPr>
        <w:tab/>
      </w:r>
      <w:r w:rsidRPr="00681DD1">
        <w:rPr>
          <w:b/>
        </w:rPr>
        <w:tab/>
      </w:r>
      <w:r w:rsidRPr="00681DD1">
        <w:rPr>
          <w:b/>
        </w:rPr>
        <w:tab/>
      </w:r>
      <w:r w:rsidRPr="00681DD1">
        <w:rPr>
          <w:b/>
        </w:rPr>
        <w:tab/>
      </w:r>
      <w:r w:rsidRPr="00681DD1">
        <w:rPr>
          <w:b/>
        </w:rPr>
        <w:tab/>
      </w:r>
      <w:r>
        <w:rPr>
          <w:b/>
        </w:rPr>
        <w:t xml:space="preserve">             </w:t>
      </w:r>
      <w:r w:rsidRPr="00681DD1">
        <w:rPr>
          <w:b/>
        </w:rPr>
        <w:t>Fix-up Strategies</w:t>
      </w:r>
    </w:p>
    <w:p w:rsidR="00675C88" w:rsidRPr="00AD7DDC" w:rsidRDefault="00675C88" w:rsidP="009A1DCD">
      <w:pPr>
        <w:spacing w:line="360" w:lineRule="auto"/>
        <w:sectPr w:rsidR="00675C88" w:rsidRPr="00AD7DDC">
          <w:footerReference w:type="even" r:id="rId7"/>
          <w:footerReference w:type="default" r:id="rId8"/>
          <w:pgSz w:w="12240" w:h="15840"/>
          <w:pgMar w:top="864" w:right="864" w:bottom="864" w:left="864" w:header="720" w:footer="720" w:gutter="0"/>
          <w:cols w:space="720"/>
          <w:noEndnote/>
        </w:sectPr>
      </w:pPr>
    </w:p>
    <w:p w:rsidR="00675C88" w:rsidRDefault="00675C88" w:rsidP="009A1DCD">
      <w:pPr>
        <w:spacing w:line="360" w:lineRule="auto"/>
        <w:rPr>
          <w:u w:val="single"/>
        </w:rPr>
      </w:pPr>
    </w:p>
    <w:p w:rsidR="00675C88" w:rsidRPr="00AD7DDC" w:rsidRDefault="00675C88" w:rsidP="009A1DCD">
      <w:pPr>
        <w:spacing w:line="360" w:lineRule="auto"/>
      </w:pPr>
      <w:r>
        <w:rPr>
          <w:u w:val="single"/>
        </w:rPr>
        <w:t>Latter</w:t>
      </w:r>
      <w:r w:rsidRPr="00AD7DDC">
        <w:t xml:space="preserve"> = </w:t>
      </w:r>
      <w:r>
        <w:t xml:space="preserve"> __________________</w:t>
      </w:r>
      <w:r w:rsidRPr="00AD7DDC">
        <w:t>______________________</w:t>
      </w:r>
      <w:r>
        <w:t>____</w:t>
      </w:r>
      <w:r w:rsidRPr="00AD7DDC">
        <w:t>___________</w:t>
      </w:r>
      <w:r>
        <w:t>______</w:t>
      </w:r>
      <w:bookmarkStart w:id="0" w:name="_GoBack"/>
      <w:bookmarkEnd w:id="0"/>
      <w:r>
        <w:t xml:space="preserve">____________________________     </w:t>
      </w:r>
      <w:r w:rsidRPr="00AD7DDC">
        <w:t>1    2    3    4</w:t>
      </w:r>
    </w:p>
    <w:p w:rsidR="00675C88" w:rsidRPr="00AD7DDC" w:rsidRDefault="00675C88" w:rsidP="009A1DCD">
      <w:pPr>
        <w:spacing w:line="360" w:lineRule="auto"/>
      </w:pPr>
      <w:r>
        <w:rPr>
          <w:u w:val="single"/>
        </w:rPr>
        <w:t xml:space="preserve">Civil disturbances </w:t>
      </w:r>
      <w:r w:rsidRPr="00AD7DDC">
        <w:t xml:space="preserve"> =</w:t>
      </w:r>
      <w:r>
        <w:t xml:space="preserve">  </w:t>
      </w:r>
      <w:r w:rsidRPr="00AD7DDC">
        <w:t xml:space="preserve"> </w:t>
      </w:r>
      <w:r>
        <w:t>__________________________</w:t>
      </w:r>
      <w:r w:rsidRPr="00AD7DDC">
        <w:t>__________</w:t>
      </w:r>
      <w:r>
        <w:t xml:space="preserve">______________________________________     </w:t>
      </w:r>
      <w:r w:rsidRPr="00AD7DDC">
        <w:t>1    2    3    4</w:t>
      </w:r>
    </w:p>
    <w:p w:rsidR="00675C88" w:rsidRPr="00AD7DDC" w:rsidRDefault="00675C88" w:rsidP="009A1DCD">
      <w:pPr>
        <w:spacing w:line="360" w:lineRule="auto"/>
      </w:pPr>
      <w:r w:rsidRPr="00AD7DDC">
        <w:t>__________</w:t>
      </w:r>
      <w:r>
        <w:t>_____</w:t>
      </w:r>
      <w:r w:rsidRPr="00AD7DDC">
        <w:t>___</w:t>
      </w:r>
      <w:r>
        <w:t>_</w:t>
      </w:r>
      <w:r w:rsidRPr="00AD7DDC">
        <w:t>______</w:t>
      </w:r>
      <w:r>
        <w:t>_</w:t>
      </w:r>
      <w:r w:rsidRPr="00AD7DDC">
        <w:t>_</w:t>
      </w:r>
      <w:r>
        <w:t>__</w:t>
      </w:r>
      <w:r w:rsidRPr="00AD7DDC">
        <w:t>= ______________________</w:t>
      </w:r>
      <w:r>
        <w:t>____</w:t>
      </w:r>
      <w:r w:rsidRPr="00AD7DDC">
        <w:t>___________</w:t>
      </w:r>
      <w:r>
        <w:t xml:space="preserve">________________________________   </w:t>
      </w:r>
      <w:r w:rsidRPr="00AD7DDC">
        <w:t>1    2    3    4</w:t>
      </w:r>
    </w:p>
    <w:p w:rsidR="00675C88" w:rsidRPr="00AD7DDC" w:rsidRDefault="00675C88" w:rsidP="006912B8">
      <w:pPr>
        <w:ind w:right="120"/>
        <w:jc w:val="right"/>
        <w:sectPr w:rsidR="00675C88" w:rsidRPr="00AD7DDC">
          <w:type w:val="continuous"/>
          <w:pgSz w:w="12240" w:h="15840"/>
          <w:pgMar w:top="720" w:right="720" w:bottom="720" w:left="720" w:header="720" w:footer="720" w:gutter="0"/>
          <w:cols w:space="720"/>
          <w:noEndnote/>
        </w:sectPr>
      </w:pPr>
    </w:p>
    <w:p w:rsidR="00675C88" w:rsidRDefault="00675C88" w:rsidP="006912B8">
      <w:pPr>
        <w:ind w:hanging="360"/>
        <w:rPr>
          <w:b/>
        </w:rPr>
      </w:pPr>
    </w:p>
    <w:p w:rsidR="00675C88" w:rsidRPr="00AD7DDC" w:rsidRDefault="00675C88" w:rsidP="006912B8">
      <w:pPr>
        <w:ind w:hanging="360"/>
        <w:rPr>
          <w:b/>
        </w:rPr>
      </w:pPr>
      <w:r w:rsidRPr="006912B8">
        <w:rPr>
          <w:b/>
        </w:rPr>
        <w:t xml:space="preserve"> </w:t>
      </w:r>
      <w:r w:rsidRPr="00AD7DDC">
        <w:rPr>
          <w:b/>
          <w:u w:val="single"/>
        </w:rPr>
        <w:t xml:space="preserve">DURING </w:t>
      </w:r>
      <w:smartTag w:uri="urn:schemas-microsoft-com:office:smarttags" w:element="place">
        <w:smartTag w:uri="urn:schemas-microsoft-com:office:smarttags" w:element="City">
          <w:r w:rsidRPr="00AD7DDC">
            <w:rPr>
              <w:b/>
              <w:u w:val="single"/>
            </w:rPr>
            <w:t>READING</w:t>
          </w:r>
        </w:smartTag>
      </w:smartTag>
      <w:r w:rsidRPr="00AD7DDC">
        <w:rPr>
          <w:b/>
          <w:u w:val="single"/>
        </w:rPr>
        <w:t>:</w:t>
      </w:r>
      <w:r w:rsidRPr="00AD7DDC">
        <w:rPr>
          <w:b/>
        </w:rPr>
        <w:t xml:space="preserve"> SECTION TWO</w:t>
      </w:r>
    </w:p>
    <w:p w:rsidR="00675C88" w:rsidRPr="00681DD1" w:rsidRDefault="00675C88" w:rsidP="00CC1034">
      <w:pPr>
        <w:spacing w:line="360" w:lineRule="auto"/>
        <w:ind w:left="-270" w:right="-234"/>
        <w:rPr>
          <w:b/>
        </w:rPr>
      </w:pPr>
      <w:r w:rsidRPr="00681DD1">
        <w:rPr>
          <w:b/>
        </w:rPr>
        <w:t>Clunks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81DD1">
        <w:rPr>
          <w:b/>
        </w:rPr>
        <w:tab/>
      </w:r>
      <w:r w:rsidRPr="00681DD1">
        <w:rPr>
          <w:b/>
        </w:rPr>
        <w:tab/>
      </w:r>
      <w:r w:rsidRPr="00681DD1">
        <w:rPr>
          <w:b/>
        </w:rPr>
        <w:tab/>
      </w:r>
      <w:r w:rsidRPr="00681DD1">
        <w:rPr>
          <w:b/>
        </w:rPr>
        <w:tab/>
      </w:r>
      <w:r w:rsidRPr="00681DD1">
        <w:rPr>
          <w:b/>
        </w:rPr>
        <w:tab/>
      </w:r>
      <w:r>
        <w:rPr>
          <w:b/>
        </w:rPr>
        <w:t xml:space="preserve">                     </w:t>
      </w:r>
      <w:r w:rsidRPr="00681DD1">
        <w:rPr>
          <w:b/>
        </w:rPr>
        <w:t>Fix-up Strategies</w:t>
      </w:r>
    </w:p>
    <w:p w:rsidR="00675C88" w:rsidRPr="00AD7DDC" w:rsidRDefault="00675C88" w:rsidP="009A1DCD">
      <w:pPr>
        <w:spacing w:line="360" w:lineRule="auto"/>
        <w:sectPr w:rsidR="00675C88" w:rsidRPr="00AD7DDC">
          <w:footerReference w:type="even" r:id="rId9"/>
          <w:footerReference w:type="default" r:id="rId10"/>
          <w:type w:val="continuous"/>
          <w:pgSz w:w="12240" w:h="15840"/>
          <w:pgMar w:top="1152" w:right="1152" w:bottom="1152" w:left="1152" w:header="720" w:footer="720" w:gutter="0"/>
          <w:cols w:space="720"/>
          <w:noEndnote/>
        </w:sectPr>
      </w:pPr>
    </w:p>
    <w:p w:rsidR="00675C88" w:rsidRPr="00AD7DDC" w:rsidRDefault="00675C88" w:rsidP="00B6500F">
      <w:pPr>
        <w:spacing w:line="360" w:lineRule="auto"/>
      </w:pPr>
      <w:r>
        <w:rPr>
          <w:u w:val="single"/>
        </w:rPr>
        <w:t>Whims</w:t>
      </w:r>
      <w:r w:rsidRPr="00AD7DDC">
        <w:t xml:space="preserve"> = </w:t>
      </w:r>
      <w:r>
        <w:t xml:space="preserve">  _____________________</w:t>
      </w:r>
      <w:r w:rsidRPr="00AD7DDC">
        <w:t>______________________</w:t>
      </w:r>
      <w:r>
        <w:t>____</w:t>
      </w:r>
      <w:r w:rsidRPr="00AD7DDC">
        <w:t>___________</w:t>
      </w:r>
      <w:r>
        <w:t xml:space="preserve">_________________________________     </w:t>
      </w:r>
      <w:r w:rsidRPr="00AD7DDC">
        <w:t>1    2    3    4</w:t>
      </w:r>
    </w:p>
    <w:p w:rsidR="00675C88" w:rsidRPr="00AD7DDC" w:rsidRDefault="00675C88" w:rsidP="00B6500F">
      <w:pPr>
        <w:spacing w:line="360" w:lineRule="auto"/>
      </w:pPr>
      <w:r>
        <w:rPr>
          <w:u w:val="single"/>
        </w:rPr>
        <w:t>Protestation</w:t>
      </w:r>
      <w:r w:rsidRPr="00AD7DDC">
        <w:t xml:space="preserve"> = </w:t>
      </w:r>
      <w:r>
        <w:t>________________</w:t>
      </w:r>
      <w:r w:rsidRPr="00AD7DDC">
        <w:t>______________________</w:t>
      </w:r>
      <w:r>
        <w:t>____</w:t>
      </w:r>
      <w:r w:rsidRPr="00AD7DDC">
        <w:t>___________</w:t>
      </w:r>
      <w:r>
        <w:t>_________________________________</w:t>
      </w:r>
      <w:r>
        <w:tab/>
        <w:t xml:space="preserve"> </w:t>
      </w:r>
      <w:r w:rsidRPr="00AD7DDC">
        <w:t>1    2    3    4</w:t>
      </w:r>
    </w:p>
    <w:p w:rsidR="00675C88" w:rsidRPr="00AD7DDC" w:rsidRDefault="00675C88" w:rsidP="00B6500F">
      <w:pPr>
        <w:spacing w:line="360" w:lineRule="auto"/>
      </w:pPr>
      <w:r w:rsidRPr="00AD7DDC">
        <w:t>__________</w:t>
      </w:r>
      <w:r>
        <w:t>_____</w:t>
      </w:r>
      <w:r w:rsidRPr="00AD7DDC">
        <w:t>___</w:t>
      </w:r>
      <w:r>
        <w:t>_</w:t>
      </w:r>
      <w:r w:rsidRPr="00AD7DDC">
        <w:t>______</w:t>
      </w:r>
      <w:r>
        <w:t>_</w:t>
      </w:r>
      <w:r w:rsidRPr="00AD7DDC">
        <w:t>_</w:t>
      </w:r>
      <w:r>
        <w:t>_</w:t>
      </w:r>
      <w:r w:rsidRPr="00AD7DDC">
        <w:t>__ = ______________________</w:t>
      </w:r>
      <w:r>
        <w:t>____</w:t>
      </w:r>
      <w:r w:rsidRPr="00AD7DDC">
        <w:t>___________</w:t>
      </w:r>
      <w:r>
        <w:t>_________________________________</w:t>
      </w:r>
      <w:r>
        <w:tab/>
        <w:t xml:space="preserve"> </w:t>
      </w:r>
      <w:r w:rsidRPr="00AD7DDC">
        <w:t>1    2    3    4</w:t>
      </w:r>
    </w:p>
    <w:p w:rsidR="00675C88" w:rsidRPr="00AD7DDC" w:rsidRDefault="00675C88" w:rsidP="009A1DCD">
      <w:pPr>
        <w:jc w:val="right"/>
        <w:sectPr w:rsidR="00675C88" w:rsidRPr="00AD7DDC">
          <w:type w:val="continuous"/>
          <w:pgSz w:w="12240" w:h="15840"/>
          <w:pgMar w:top="720" w:right="720" w:bottom="720" w:left="720" w:header="720" w:footer="720" w:gutter="0"/>
          <w:cols w:space="720"/>
          <w:noEndnote/>
        </w:sectPr>
      </w:pPr>
    </w:p>
    <w:p w:rsidR="00675C88" w:rsidRDefault="00675C88" w:rsidP="006912B8">
      <w:pPr>
        <w:rPr>
          <w:b/>
          <w:u w:val="single"/>
        </w:rPr>
      </w:pPr>
    </w:p>
    <w:p w:rsidR="00675C88" w:rsidRDefault="00675C88" w:rsidP="006912B8">
      <w:pPr>
        <w:rPr>
          <w:b/>
          <w:u w:val="single"/>
        </w:rPr>
      </w:pPr>
    </w:p>
    <w:p w:rsidR="00675C88" w:rsidRDefault="00675C88" w:rsidP="00173A71">
      <w:pPr>
        <w:ind w:left="180" w:hanging="180"/>
        <w:rPr>
          <w:b/>
        </w:rPr>
      </w:pPr>
      <w:r w:rsidRPr="00AD7DDC">
        <w:rPr>
          <w:b/>
          <w:u w:val="single"/>
        </w:rPr>
        <w:t xml:space="preserve">DURING </w:t>
      </w:r>
      <w:smartTag w:uri="urn:schemas-microsoft-com:office:smarttags" w:element="place">
        <w:r w:rsidRPr="00AD7DDC">
          <w:rPr>
            <w:b/>
            <w:u w:val="single"/>
          </w:rPr>
          <w:t>READING</w:t>
        </w:r>
      </w:smartTag>
      <w:r w:rsidRPr="00AD7DDC">
        <w:rPr>
          <w:b/>
          <w:u w:val="single"/>
        </w:rPr>
        <w:t>:</w:t>
      </w:r>
      <w:r w:rsidRPr="00AD7DDC">
        <w:rPr>
          <w:b/>
        </w:rPr>
        <w:t xml:space="preserve"> SECTION THREE</w:t>
      </w:r>
    </w:p>
    <w:p w:rsidR="00675C88" w:rsidRPr="00AD7DDC" w:rsidRDefault="00675C88" w:rsidP="00173A71">
      <w:pPr>
        <w:ind w:left="180" w:hanging="180"/>
      </w:pPr>
    </w:p>
    <w:p w:rsidR="00675C88" w:rsidRPr="00681DD1" w:rsidRDefault="00675C88" w:rsidP="00173A71">
      <w:pPr>
        <w:spacing w:line="360" w:lineRule="auto"/>
        <w:ind w:left="180" w:right="-162" w:hanging="180"/>
        <w:rPr>
          <w:b/>
        </w:rPr>
      </w:pPr>
      <w:r w:rsidRPr="00681DD1">
        <w:rPr>
          <w:b/>
        </w:rPr>
        <w:t>Clunks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81DD1">
        <w:rPr>
          <w:b/>
        </w:rPr>
        <w:tab/>
      </w:r>
      <w:r w:rsidRPr="00681DD1">
        <w:rPr>
          <w:b/>
        </w:rPr>
        <w:tab/>
      </w:r>
      <w:r w:rsidRPr="00681DD1">
        <w:rPr>
          <w:b/>
        </w:rPr>
        <w:tab/>
      </w:r>
      <w:r w:rsidRPr="00681DD1">
        <w:rPr>
          <w:b/>
        </w:rPr>
        <w:tab/>
      </w:r>
      <w:r w:rsidRPr="00681DD1">
        <w:rPr>
          <w:b/>
        </w:rPr>
        <w:tab/>
      </w:r>
      <w:r>
        <w:rPr>
          <w:b/>
        </w:rPr>
        <w:t xml:space="preserve">          </w:t>
      </w:r>
      <w:r w:rsidRPr="00681DD1">
        <w:rPr>
          <w:b/>
        </w:rPr>
        <w:t>Fix-up Strategies</w:t>
      </w:r>
    </w:p>
    <w:p w:rsidR="00675C88" w:rsidRPr="00AD7DDC" w:rsidRDefault="00675C88" w:rsidP="009A1DCD">
      <w:pPr>
        <w:spacing w:line="360" w:lineRule="auto"/>
        <w:sectPr w:rsidR="00675C88" w:rsidRPr="00AD7DDC" w:rsidSect="00173A71">
          <w:footerReference w:type="even" r:id="rId11"/>
          <w:footerReference w:type="default" r:id="rId12"/>
          <w:type w:val="continuous"/>
          <w:pgSz w:w="12240" w:h="15840"/>
          <w:pgMar w:top="1152" w:right="1152" w:bottom="1152" w:left="900" w:header="720" w:footer="720" w:gutter="0"/>
          <w:cols w:space="720"/>
          <w:noEndnote/>
        </w:sectPr>
      </w:pPr>
    </w:p>
    <w:p w:rsidR="00675C88" w:rsidRPr="00AD7DDC" w:rsidRDefault="00675C88" w:rsidP="00B6500F">
      <w:pPr>
        <w:spacing w:line="360" w:lineRule="auto"/>
      </w:pPr>
      <w:r w:rsidRPr="00AD7DDC">
        <w:t>__________</w:t>
      </w:r>
      <w:r>
        <w:t>_____</w:t>
      </w:r>
      <w:r w:rsidRPr="00AD7DDC">
        <w:t>___</w:t>
      </w:r>
      <w:r>
        <w:t>_</w:t>
      </w:r>
      <w:r w:rsidRPr="00AD7DDC">
        <w:t>______</w:t>
      </w:r>
      <w:r>
        <w:t>_</w:t>
      </w:r>
      <w:r w:rsidRPr="00AD7DDC">
        <w:t>_</w:t>
      </w:r>
      <w:r>
        <w:t>_</w:t>
      </w:r>
      <w:r w:rsidRPr="00AD7DDC">
        <w:t>__ = ______________________</w:t>
      </w:r>
      <w:r>
        <w:t>____</w:t>
      </w:r>
      <w:r w:rsidRPr="00AD7DDC">
        <w:t>___________</w:t>
      </w:r>
      <w:r>
        <w:t xml:space="preserve">_________________________________     </w:t>
      </w:r>
      <w:r w:rsidRPr="00AD7DDC">
        <w:t>1    2    3    4</w:t>
      </w:r>
    </w:p>
    <w:p w:rsidR="00675C88" w:rsidRPr="00AD7DDC" w:rsidRDefault="00675C88" w:rsidP="00B6500F">
      <w:pPr>
        <w:spacing w:line="360" w:lineRule="auto"/>
      </w:pPr>
      <w:r w:rsidRPr="00AD7DDC">
        <w:t>__________</w:t>
      </w:r>
      <w:r>
        <w:t>_____</w:t>
      </w:r>
      <w:r w:rsidRPr="00AD7DDC">
        <w:t>___</w:t>
      </w:r>
      <w:r>
        <w:t>_</w:t>
      </w:r>
      <w:r w:rsidRPr="00AD7DDC">
        <w:t>______</w:t>
      </w:r>
      <w:r>
        <w:t>_</w:t>
      </w:r>
      <w:r w:rsidRPr="00AD7DDC">
        <w:t>_</w:t>
      </w:r>
      <w:r>
        <w:t>_</w:t>
      </w:r>
      <w:r w:rsidRPr="00AD7DDC">
        <w:t>__ = ______________________</w:t>
      </w:r>
      <w:r>
        <w:t>____</w:t>
      </w:r>
      <w:r w:rsidRPr="00AD7DDC">
        <w:t>___________</w:t>
      </w:r>
      <w:r>
        <w:t>_________________________________</w:t>
      </w:r>
      <w:r>
        <w:tab/>
        <w:t xml:space="preserve"> </w:t>
      </w:r>
      <w:r w:rsidRPr="00AD7DDC">
        <w:t>1    2    3    4</w:t>
      </w:r>
    </w:p>
    <w:p w:rsidR="00675C88" w:rsidRPr="00AD7DDC" w:rsidRDefault="00675C88" w:rsidP="006912B8">
      <w:pPr>
        <w:ind w:right="120"/>
        <w:jc w:val="right"/>
        <w:sectPr w:rsidR="00675C88" w:rsidRPr="00AD7DDC">
          <w:type w:val="continuous"/>
          <w:pgSz w:w="12240" w:h="15840"/>
          <w:pgMar w:top="720" w:right="720" w:bottom="720" w:left="720" w:header="720" w:footer="720" w:gutter="0"/>
          <w:cols w:space="720"/>
          <w:noEndnote/>
        </w:sectPr>
      </w:pPr>
    </w:p>
    <w:p w:rsidR="00675C88" w:rsidRPr="00AD7DDC" w:rsidRDefault="00675C88" w:rsidP="009A1DCD"/>
    <w:p w:rsidR="00675C88" w:rsidRPr="00AD7DDC" w:rsidRDefault="00675C88" w:rsidP="009A1DCD"/>
    <w:sectPr w:rsidR="00675C88" w:rsidRPr="00AD7DDC" w:rsidSect="009A1DCD">
      <w:footerReference w:type="even" r:id="rId13"/>
      <w:footerReference w:type="default" r:id="rId14"/>
      <w:type w:val="continuous"/>
      <w:pgSz w:w="12240" w:h="15840"/>
      <w:pgMar w:top="1152" w:right="1152" w:bottom="1152" w:left="1152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5C88" w:rsidRDefault="00675C88" w:rsidP="009A1DCD">
      <w:r>
        <w:separator/>
      </w:r>
    </w:p>
  </w:endnote>
  <w:endnote w:type="continuationSeparator" w:id="1">
    <w:p w:rsidR="00675C88" w:rsidRDefault="00675C88" w:rsidP="009A1D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Rockwell-ExtraBold">
    <w:altName w:val="Rockwell Extra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riz Quadrat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C88" w:rsidRDefault="00675C88" w:rsidP="009A1DCD">
    <w:pPr>
      <w:pStyle w:val="NewFooter"/>
    </w:pP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PAGE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2</w:t>
    </w:r>
    <w:r w:rsidRPr="00B3591A">
      <w:rPr>
        <w:rStyle w:val="PageNumber"/>
      </w:rPr>
      <w:fldChar w:fldCharType="end"/>
    </w:r>
    <w:r w:rsidRPr="00B3591A">
      <w:rPr>
        <w:rStyle w:val="PageNumber"/>
      </w:rPr>
      <w:t xml:space="preserve"> of </w:t>
    </w: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NUMPAGES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1</w:t>
    </w:r>
    <w:r w:rsidRPr="00B3591A">
      <w:rPr>
        <w:rStyle w:val="PageNumber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C88" w:rsidRDefault="00675C88" w:rsidP="009A1DCD">
    <w:pPr>
      <w:pStyle w:val="NewFooter"/>
      <w:rPr>
        <w:rStyle w:val="PageNumber"/>
        <w:rFonts w:ascii="Cambria" w:hAnsi="Cambria"/>
        <w:sz w:val="24"/>
      </w:rPr>
    </w:pP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PAGE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1</w:t>
    </w:r>
    <w:r w:rsidRPr="00B3591A">
      <w:rPr>
        <w:rStyle w:val="PageNumber"/>
      </w:rPr>
      <w:fldChar w:fldCharType="end"/>
    </w:r>
    <w:r w:rsidRPr="00B3591A">
      <w:rPr>
        <w:rStyle w:val="PageNumber"/>
      </w:rPr>
      <w:t xml:space="preserve"> of </w:t>
    </w: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NUMPAGES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1</w:t>
    </w:r>
    <w:r w:rsidRPr="00B3591A">
      <w:rPr>
        <w:rStyle w:val="PageNumber"/>
      </w:rPr>
      <w:fldChar w:fldCharType="end"/>
    </w:r>
  </w:p>
  <w:p w:rsidR="00675C88" w:rsidRPr="00F219C0" w:rsidRDefault="00675C88" w:rsidP="009A1DCD">
    <w:pPr>
      <w:pStyle w:val="NewFooter"/>
    </w:pPr>
    <w:r w:rsidRPr="00F219C0">
      <w:t>CSR Study funded by Insti</w:t>
    </w:r>
    <w:r>
      <w:t>tute of Education Sciences 2009–</w:t>
    </w:r>
    <w:r w:rsidRPr="00F219C0">
      <w:t>201</w:t>
    </w:r>
    <w:r>
      <w:t>0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C88" w:rsidRDefault="00675C88" w:rsidP="009A1DCD">
    <w:pPr>
      <w:pStyle w:val="NewFooter"/>
    </w:pP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PAGE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2</w:t>
    </w:r>
    <w:r w:rsidRPr="00B3591A">
      <w:rPr>
        <w:rStyle w:val="PageNumber"/>
      </w:rPr>
      <w:fldChar w:fldCharType="end"/>
    </w:r>
    <w:r w:rsidRPr="00B3591A">
      <w:rPr>
        <w:rStyle w:val="PageNumber"/>
      </w:rPr>
      <w:t xml:space="preserve"> of </w:t>
    </w: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NUMPAGES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1</w:t>
    </w:r>
    <w:r w:rsidRPr="00B3591A">
      <w:rPr>
        <w:rStyle w:val="PageNumber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C88" w:rsidRDefault="00675C88" w:rsidP="009A1DCD">
    <w:pPr>
      <w:pStyle w:val="NewFooter"/>
      <w:rPr>
        <w:rStyle w:val="PageNumber"/>
        <w:rFonts w:ascii="Cambria" w:hAnsi="Cambria"/>
        <w:sz w:val="24"/>
      </w:rPr>
    </w:pP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PAGE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2</w:t>
    </w:r>
    <w:r w:rsidRPr="00B3591A">
      <w:rPr>
        <w:rStyle w:val="PageNumber"/>
      </w:rPr>
      <w:fldChar w:fldCharType="end"/>
    </w:r>
    <w:r w:rsidRPr="00B3591A">
      <w:rPr>
        <w:rStyle w:val="PageNumber"/>
      </w:rPr>
      <w:t xml:space="preserve"> of </w:t>
    </w: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NUMPAGES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1</w:t>
    </w:r>
    <w:r w:rsidRPr="00B3591A">
      <w:rPr>
        <w:rStyle w:val="PageNumber"/>
      </w:rPr>
      <w:fldChar w:fldCharType="end"/>
    </w:r>
  </w:p>
  <w:p w:rsidR="00675C88" w:rsidRPr="00F219C0" w:rsidRDefault="00675C88" w:rsidP="009A1DCD">
    <w:pPr>
      <w:pStyle w:val="NewFooter"/>
    </w:pPr>
    <w:r w:rsidRPr="00F219C0">
      <w:t>CSR Study funded by Insti</w:t>
    </w:r>
    <w:r>
      <w:t>tute of Education Sciences 2009–</w:t>
    </w:r>
    <w:r w:rsidRPr="00F219C0">
      <w:t>201</w:t>
    </w:r>
    <w:r>
      <w:t>0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C88" w:rsidRDefault="00675C88" w:rsidP="009A1DCD">
    <w:pPr>
      <w:pStyle w:val="NewFooter"/>
    </w:pP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PAGE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2</w:t>
    </w:r>
    <w:r w:rsidRPr="00B3591A">
      <w:rPr>
        <w:rStyle w:val="PageNumber"/>
      </w:rPr>
      <w:fldChar w:fldCharType="end"/>
    </w:r>
    <w:r w:rsidRPr="00B3591A">
      <w:rPr>
        <w:rStyle w:val="PageNumber"/>
      </w:rPr>
      <w:t xml:space="preserve"> of </w:t>
    </w: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NUMPAGES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1</w:t>
    </w:r>
    <w:r w:rsidRPr="00B3591A">
      <w:rPr>
        <w:rStyle w:val="PageNumber"/>
      </w:rPr>
      <w:fldChar w:fldCharType="end"/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C88" w:rsidRDefault="00675C88" w:rsidP="009A1DCD">
    <w:pPr>
      <w:pStyle w:val="NewFooter"/>
      <w:rPr>
        <w:rStyle w:val="PageNumber"/>
        <w:rFonts w:ascii="Cambria" w:hAnsi="Cambria"/>
        <w:sz w:val="24"/>
      </w:rPr>
    </w:pP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PAGE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2</w:t>
    </w:r>
    <w:r w:rsidRPr="00B3591A">
      <w:rPr>
        <w:rStyle w:val="PageNumber"/>
      </w:rPr>
      <w:fldChar w:fldCharType="end"/>
    </w:r>
    <w:r w:rsidRPr="00B3591A">
      <w:rPr>
        <w:rStyle w:val="PageNumber"/>
      </w:rPr>
      <w:t xml:space="preserve"> of </w:t>
    </w: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NUMPAGES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1</w:t>
    </w:r>
    <w:r w:rsidRPr="00B3591A">
      <w:rPr>
        <w:rStyle w:val="PageNumber"/>
      </w:rPr>
      <w:fldChar w:fldCharType="end"/>
    </w:r>
  </w:p>
  <w:p w:rsidR="00675C88" w:rsidRPr="00F219C0" w:rsidRDefault="00675C88" w:rsidP="009A1DCD">
    <w:pPr>
      <w:pStyle w:val="NewFooter"/>
    </w:pPr>
    <w:r w:rsidRPr="00F219C0">
      <w:t>CSR Study funded by Insti</w:t>
    </w:r>
    <w:r>
      <w:t>tute of Education Sciences 2009–</w:t>
    </w:r>
    <w:r w:rsidRPr="00F219C0">
      <w:t>201</w:t>
    </w:r>
    <w:r>
      <w:t>0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C88" w:rsidRDefault="00675C88" w:rsidP="009A1DCD">
    <w:pPr>
      <w:pStyle w:val="NewFooter"/>
    </w:pP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PAGE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2</w:t>
    </w:r>
    <w:r w:rsidRPr="00B3591A">
      <w:rPr>
        <w:rStyle w:val="PageNumber"/>
      </w:rPr>
      <w:fldChar w:fldCharType="end"/>
    </w:r>
    <w:r w:rsidRPr="00B3591A">
      <w:rPr>
        <w:rStyle w:val="PageNumber"/>
      </w:rPr>
      <w:t xml:space="preserve"> of </w:t>
    </w: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NUMPAGES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1</w:t>
    </w:r>
    <w:r w:rsidRPr="00B3591A">
      <w:rPr>
        <w:rStyle w:val="PageNumber"/>
      </w:rPr>
      <w:fldChar w:fldCharType="end"/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C88" w:rsidRDefault="00675C88" w:rsidP="009A1DCD">
    <w:pPr>
      <w:pStyle w:val="NewFooter"/>
      <w:rPr>
        <w:rStyle w:val="PageNumber"/>
        <w:rFonts w:ascii="Cambria" w:hAnsi="Cambria"/>
        <w:sz w:val="24"/>
      </w:rPr>
    </w:pP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PAGE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2</w:t>
    </w:r>
    <w:r w:rsidRPr="00B3591A">
      <w:rPr>
        <w:rStyle w:val="PageNumber"/>
      </w:rPr>
      <w:fldChar w:fldCharType="end"/>
    </w:r>
    <w:r w:rsidRPr="00B3591A">
      <w:rPr>
        <w:rStyle w:val="PageNumber"/>
      </w:rPr>
      <w:t xml:space="preserve"> of </w:t>
    </w: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NUMPAGES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1</w:t>
    </w:r>
    <w:r w:rsidRPr="00B3591A">
      <w:rPr>
        <w:rStyle w:val="PageNumber"/>
      </w:rPr>
      <w:fldChar w:fldCharType="end"/>
    </w:r>
  </w:p>
  <w:p w:rsidR="00675C88" w:rsidRPr="00F219C0" w:rsidRDefault="00675C88" w:rsidP="009A1DCD">
    <w:pPr>
      <w:pStyle w:val="NewFooter"/>
    </w:pPr>
    <w:r w:rsidRPr="00F219C0">
      <w:t>CSR Study funded by Insti</w:t>
    </w:r>
    <w:r>
      <w:t>tute of Education Sciences 2009–</w:t>
    </w:r>
    <w:r w:rsidRPr="00F219C0">
      <w:t>201</w:t>
    </w:r>
    <w:r>
      <w:t>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5C88" w:rsidRDefault="00675C88" w:rsidP="009A1DCD">
      <w:r>
        <w:separator/>
      </w:r>
    </w:p>
  </w:footnote>
  <w:footnote w:type="continuationSeparator" w:id="1">
    <w:p w:rsidR="00675C88" w:rsidRDefault="00675C88" w:rsidP="009A1D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D6DB2"/>
    <w:multiLevelType w:val="hybridMultilevel"/>
    <w:tmpl w:val="2D464B3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8C43A16"/>
    <w:multiLevelType w:val="hybridMultilevel"/>
    <w:tmpl w:val="558435C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6964"/>
    <w:rsid w:val="0007528B"/>
    <w:rsid w:val="00104D27"/>
    <w:rsid w:val="00173A71"/>
    <w:rsid w:val="00196328"/>
    <w:rsid w:val="00351B86"/>
    <w:rsid w:val="003523D1"/>
    <w:rsid w:val="0041122E"/>
    <w:rsid w:val="004243FE"/>
    <w:rsid w:val="00587ECA"/>
    <w:rsid w:val="005E4B81"/>
    <w:rsid w:val="00675C88"/>
    <w:rsid w:val="00681DD1"/>
    <w:rsid w:val="006912B8"/>
    <w:rsid w:val="00751EE4"/>
    <w:rsid w:val="008C6DF2"/>
    <w:rsid w:val="008E6BD7"/>
    <w:rsid w:val="008F1CAB"/>
    <w:rsid w:val="008F42E3"/>
    <w:rsid w:val="009A1DCD"/>
    <w:rsid w:val="009A3FFA"/>
    <w:rsid w:val="00A66964"/>
    <w:rsid w:val="00AD7DDC"/>
    <w:rsid w:val="00B0514B"/>
    <w:rsid w:val="00B3591A"/>
    <w:rsid w:val="00B6500F"/>
    <w:rsid w:val="00B76E87"/>
    <w:rsid w:val="00BD6809"/>
    <w:rsid w:val="00C34A23"/>
    <w:rsid w:val="00CC1034"/>
    <w:rsid w:val="00D25AB1"/>
    <w:rsid w:val="00D83920"/>
    <w:rsid w:val="00DF5A60"/>
    <w:rsid w:val="00EE2AD1"/>
    <w:rsid w:val="00EE71B8"/>
    <w:rsid w:val="00F21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uiPriority="35" w:qFormat="1"/>
    <w:lsdException w:name="Title" w:locked="1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pPr>
      <w:widowControl w:val="0"/>
      <w:autoSpaceDE w:val="0"/>
      <w:autoSpaceDN w:val="0"/>
      <w:adjustRightInd w:val="0"/>
      <w:spacing w:line="288" w:lineRule="auto"/>
      <w:jc w:val="center"/>
      <w:textAlignment w:val="center"/>
    </w:pPr>
    <w:rPr>
      <w:rFonts w:ascii="Rockwell-ExtraBold" w:hAnsi="Rockwell-ExtraBold" w:cs="Rockwell-ExtraBold"/>
      <w:color w:val="E5000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Rockwell-ExtraBold" w:hAnsi="Rockwell-ExtraBold" w:cs="Rockwell-ExtraBold"/>
      <w:color w:val="E50000"/>
      <w:sz w:val="60"/>
      <w:szCs w:val="60"/>
    </w:rPr>
  </w:style>
  <w:style w:type="table" w:styleId="TableGrid">
    <w:name w:val="Table Grid"/>
    <w:basedOn w:val="TableNormal"/>
    <w:uiPriority w:val="9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ectionHead-Table">
    <w:name w:val="Section Head - Table"/>
    <w:basedOn w:val="Title"/>
    <w:uiPriority w:val="99"/>
    <w:pPr>
      <w:spacing w:after="450"/>
      <w:jc w:val="left"/>
    </w:pPr>
    <w:rPr>
      <w:rFonts w:ascii="Garamond" w:hAnsi="Garamond"/>
      <w:b/>
      <w:color w:val="auto"/>
      <w:sz w:val="28"/>
    </w:rPr>
  </w:style>
  <w:style w:type="character" w:customStyle="1" w:styleId="FrizBoldLead-in">
    <w:name w:val="Friz Bold Lead-in"/>
    <w:uiPriority w:val="99"/>
    <w:rPr>
      <w:rFonts w:ascii="Friz Quadrata" w:hAnsi="Friz Quadrata"/>
      <w:b/>
      <w:color w:val="auto"/>
      <w:sz w:val="28"/>
    </w:rPr>
  </w:style>
  <w:style w:type="character" w:customStyle="1" w:styleId="GaramondBody">
    <w:name w:val="Garamond Body"/>
    <w:uiPriority w:val="99"/>
    <w:rPr>
      <w:rFonts w:ascii="Garamond" w:hAnsi="Garamond"/>
      <w:color w:val="auto"/>
      <w:sz w:val="30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cs="Times New Roman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paragraph" w:customStyle="1" w:styleId="NewFooter">
    <w:name w:val="New Footer"/>
    <w:uiPriority w:val="99"/>
    <w:pPr>
      <w:jc w:val="center"/>
    </w:pPr>
    <w:rPr>
      <w:rFonts w:ascii="Garamond" w:hAnsi="Garamond"/>
      <w:sz w:val="18"/>
      <w:szCs w:val="24"/>
    </w:rPr>
  </w:style>
  <w:style w:type="paragraph" w:customStyle="1" w:styleId="clearformatting">
    <w:name w:val="clear formatting"/>
    <w:basedOn w:val="Title"/>
    <w:uiPriority w:val="99"/>
    <w:pPr>
      <w:spacing w:after="400" w:line="240" w:lineRule="auto"/>
      <w:ind w:left="360"/>
      <w:jc w:val="left"/>
    </w:pPr>
  </w:style>
  <w:style w:type="paragraph" w:styleId="ListParagraph">
    <w:name w:val="List Paragraph"/>
    <w:basedOn w:val="Normal"/>
    <w:uiPriority w:val="99"/>
    <w:qFormat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294</Words>
  <Characters>1677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CSR Learning Log</dc:title>
  <dc:subject/>
  <dc:creator>Jennifer Geraci</dc:creator>
  <cp:keywords/>
  <dc:description/>
  <cp:lastModifiedBy>PISD</cp:lastModifiedBy>
  <cp:revision>2</cp:revision>
  <cp:lastPrinted>2011-08-25T18:19:00Z</cp:lastPrinted>
  <dcterms:created xsi:type="dcterms:W3CDTF">2011-08-25T18:23:00Z</dcterms:created>
  <dcterms:modified xsi:type="dcterms:W3CDTF">2011-08-25T18:23:00Z</dcterms:modified>
</cp:coreProperties>
</file>